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AB3241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B3241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094718" w:rsidTr="00AC35E3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094718" w:rsidTr="000B1B56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9B277E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96BBB">
            <w:pPr>
              <w:pStyle w:val="CUSTOMBoldColumnHeading"/>
            </w:pPr>
          </w:p>
        </w:tc>
      </w:tr>
      <w:tr w:rsidR="00813362" w:rsidRPr="004C122B" w:rsidTr="004677DC">
        <w:trPr>
          <w:trHeight w:hRule="exact" w:val="5670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537C7A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3764522</wp:posOffset>
                      </wp:positionH>
                      <wp:positionV relativeFrom="paragraph">
                        <wp:posOffset>1235508</wp:posOffset>
                      </wp:positionV>
                      <wp:extent cx="30858" cy="236136"/>
                      <wp:effectExtent l="0" t="19050" r="26670" b="12065"/>
                      <wp:wrapNone/>
                      <wp:docPr id="34" name="Freeform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58" cy="236136"/>
                              </a:xfrm>
                              <a:custGeom>
                                <a:avLst/>
                                <a:gdLst>
                                  <a:gd name="connsiteX0" fmla="*/ 25933 w 30858"/>
                                  <a:gd name="connsiteY0" fmla="*/ 236136 h 236136"/>
                                  <a:gd name="connsiteX1" fmla="*/ 25933 w 30858"/>
                                  <a:gd name="connsiteY1" fmla="*/ 15072 h 236136"/>
                                  <a:gd name="connsiteX2" fmla="*/ 15884 w 30858"/>
                                  <a:gd name="connsiteY2" fmla="*/ 0 h 236136"/>
                                  <a:gd name="connsiteX3" fmla="*/ 812 w 30858"/>
                                  <a:gd name="connsiteY3" fmla="*/ 5024 h 236136"/>
                                  <a:gd name="connsiteX4" fmla="*/ 5836 w 30858"/>
                                  <a:gd name="connsiteY4" fmla="*/ 50241 h 236136"/>
                                  <a:gd name="connsiteX5" fmla="*/ 10860 w 30858"/>
                                  <a:gd name="connsiteY5" fmla="*/ 80386 h 236136"/>
                                  <a:gd name="connsiteX6" fmla="*/ 20908 w 30858"/>
                                  <a:gd name="connsiteY6" fmla="*/ 145701 h 236136"/>
                                  <a:gd name="connsiteX7" fmla="*/ 25933 w 30858"/>
                                  <a:gd name="connsiteY7" fmla="*/ 216039 h 236136"/>
                                  <a:gd name="connsiteX8" fmla="*/ 25933 w 30858"/>
                                  <a:gd name="connsiteY8" fmla="*/ 236136 h 2361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0858" h="236136">
                                    <a:moveTo>
                                      <a:pt x="25933" y="236136"/>
                                    </a:moveTo>
                                    <a:cubicBezTo>
                                      <a:pt x="25933" y="202642"/>
                                      <a:pt x="37016" y="155446"/>
                                      <a:pt x="25933" y="15072"/>
                                    </a:cubicBezTo>
                                    <a:cubicBezTo>
                                      <a:pt x="25458" y="9052"/>
                                      <a:pt x="19234" y="5024"/>
                                      <a:pt x="15884" y="0"/>
                                    </a:cubicBezTo>
                                    <a:cubicBezTo>
                                      <a:pt x="10860" y="1675"/>
                                      <a:pt x="1851" y="-169"/>
                                      <a:pt x="812" y="5024"/>
                                    </a:cubicBezTo>
                                    <a:cubicBezTo>
                                      <a:pt x="-2162" y="19895"/>
                                      <a:pt x="3832" y="35209"/>
                                      <a:pt x="5836" y="50241"/>
                                    </a:cubicBezTo>
                                    <a:cubicBezTo>
                                      <a:pt x="7182" y="60339"/>
                                      <a:pt x="9311" y="70318"/>
                                      <a:pt x="10860" y="80386"/>
                                    </a:cubicBezTo>
                                    <a:cubicBezTo>
                                      <a:pt x="23789" y="164429"/>
                                      <a:pt x="8376" y="70508"/>
                                      <a:pt x="20908" y="145701"/>
                                    </a:cubicBezTo>
                                    <a:cubicBezTo>
                                      <a:pt x="22583" y="169147"/>
                                      <a:pt x="25933" y="192533"/>
                                      <a:pt x="25933" y="216039"/>
                                    </a:cubicBezTo>
                                    <a:lnTo>
                                      <a:pt x="25933" y="2361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4" o:spid="_x0000_s1026" style="position:absolute;margin-left:296.4pt;margin-top:97.3pt;width:2.45pt;height:18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858,236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" path="m25933,236136v,-33494,11083,-80690,,-221064c25458,9052,19234,5024,15884,,10860,1675,1851,-169,812,5024,-2162,19895,3832,35209,5836,50241v1346,10098,3475,20077,5024,30145c23789,164429,8376,70508,20908,145701v1675,23446,5025,46832,5025,70338l25933,236136xe" fillcolor="#7f7f7f [1612]" strokecolor="#7f7f7f [1612]" strokeweight="1pt">
                      <v:stroke joinstyle="miter"/>
                      <v:path arrowok="t" o:connecttype="custom" o:connectlocs="25933,236136;25933,15072;15884,0;812,5024;5836,50241;10860,80386;20908,145701;25933,216039;25933,236136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2608125</wp:posOffset>
                      </wp:positionH>
                      <wp:positionV relativeFrom="paragraph">
                        <wp:posOffset>1230483</wp:posOffset>
                      </wp:positionV>
                      <wp:extent cx="46866" cy="218474"/>
                      <wp:effectExtent l="0" t="38100" r="10795" b="10160"/>
                      <wp:wrapNone/>
                      <wp:docPr id="33" name="Freeform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866" cy="218474"/>
                              </a:xfrm>
                              <a:custGeom>
                                <a:avLst/>
                                <a:gdLst>
                                  <a:gd name="connsiteX0" fmla="*/ 26769 w 46866"/>
                                  <a:gd name="connsiteY0" fmla="*/ 216040 h 218474"/>
                                  <a:gd name="connsiteX1" fmla="*/ 1648 w 46866"/>
                                  <a:gd name="connsiteY1" fmla="*/ 205992 h 218474"/>
                                  <a:gd name="connsiteX2" fmla="*/ 6672 w 46866"/>
                                  <a:gd name="connsiteY2" fmla="*/ 165798 h 218474"/>
                                  <a:gd name="connsiteX3" fmla="*/ 11697 w 46866"/>
                                  <a:gd name="connsiteY3" fmla="*/ 145702 h 218474"/>
                                  <a:gd name="connsiteX4" fmla="*/ 16721 w 46866"/>
                                  <a:gd name="connsiteY4" fmla="*/ 110532 h 218474"/>
                                  <a:gd name="connsiteX5" fmla="*/ 26769 w 46866"/>
                                  <a:gd name="connsiteY5" fmla="*/ 80387 h 218474"/>
                                  <a:gd name="connsiteX6" fmla="*/ 36817 w 46866"/>
                                  <a:gd name="connsiteY6" fmla="*/ 15073 h 218474"/>
                                  <a:gd name="connsiteX7" fmla="*/ 41842 w 46866"/>
                                  <a:gd name="connsiteY7" fmla="*/ 0 h 218474"/>
                                  <a:gd name="connsiteX8" fmla="*/ 46866 w 46866"/>
                                  <a:gd name="connsiteY8" fmla="*/ 15073 h 218474"/>
                                  <a:gd name="connsiteX9" fmla="*/ 41842 w 46866"/>
                                  <a:gd name="connsiteY9" fmla="*/ 75363 h 218474"/>
                                  <a:gd name="connsiteX10" fmla="*/ 36817 w 46866"/>
                                  <a:gd name="connsiteY10" fmla="*/ 90436 h 218474"/>
                                  <a:gd name="connsiteX11" fmla="*/ 31793 w 46866"/>
                                  <a:gd name="connsiteY11" fmla="*/ 110532 h 218474"/>
                                  <a:gd name="connsiteX12" fmla="*/ 26769 w 46866"/>
                                  <a:gd name="connsiteY12" fmla="*/ 125605 h 218474"/>
                                  <a:gd name="connsiteX13" fmla="*/ 21745 w 46866"/>
                                  <a:gd name="connsiteY13" fmla="*/ 150726 h 218474"/>
                                  <a:gd name="connsiteX14" fmla="*/ 16721 w 46866"/>
                                  <a:gd name="connsiteY14" fmla="*/ 165798 h 218474"/>
                                  <a:gd name="connsiteX15" fmla="*/ 26769 w 46866"/>
                                  <a:gd name="connsiteY15" fmla="*/ 216040 h 2184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46866" h="218474">
                                    <a:moveTo>
                                      <a:pt x="26769" y="216040"/>
                                    </a:moveTo>
                                    <a:cubicBezTo>
                                      <a:pt x="24257" y="222739"/>
                                      <a:pt x="4997" y="214366"/>
                                      <a:pt x="1648" y="205992"/>
                                    </a:cubicBezTo>
                                    <a:cubicBezTo>
                                      <a:pt x="-3367" y="193455"/>
                                      <a:pt x="4452" y="179117"/>
                                      <a:pt x="6672" y="165798"/>
                                    </a:cubicBezTo>
                                    <a:cubicBezTo>
                                      <a:pt x="7807" y="158987"/>
                                      <a:pt x="10462" y="152496"/>
                                      <a:pt x="11697" y="145702"/>
                                    </a:cubicBezTo>
                                    <a:cubicBezTo>
                                      <a:pt x="13816" y="134051"/>
                                      <a:pt x="14058" y="122071"/>
                                      <a:pt x="16721" y="110532"/>
                                    </a:cubicBezTo>
                                    <a:cubicBezTo>
                                      <a:pt x="19103" y="100211"/>
                                      <a:pt x="26769" y="80387"/>
                                      <a:pt x="26769" y="80387"/>
                                    </a:cubicBezTo>
                                    <a:cubicBezTo>
                                      <a:pt x="29819" y="55988"/>
                                      <a:pt x="31064" y="38085"/>
                                      <a:pt x="36817" y="15073"/>
                                    </a:cubicBezTo>
                                    <a:cubicBezTo>
                                      <a:pt x="38102" y="9935"/>
                                      <a:pt x="40167" y="5024"/>
                                      <a:pt x="41842" y="0"/>
                                    </a:cubicBezTo>
                                    <a:cubicBezTo>
                                      <a:pt x="43517" y="5024"/>
                                      <a:pt x="46866" y="9777"/>
                                      <a:pt x="46866" y="15073"/>
                                    </a:cubicBezTo>
                                    <a:cubicBezTo>
                                      <a:pt x="46866" y="35239"/>
                                      <a:pt x="44507" y="55374"/>
                                      <a:pt x="41842" y="75363"/>
                                    </a:cubicBezTo>
                                    <a:cubicBezTo>
                                      <a:pt x="41142" y="80613"/>
                                      <a:pt x="38272" y="85344"/>
                                      <a:pt x="36817" y="90436"/>
                                    </a:cubicBezTo>
                                    <a:cubicBezTo>
                                      <a:pt x="34920" y="97075"/>
                                      <a:pt x="33690" y="103893"/>
                                      <a:pt x="31793" y="110532"/>
                                    </a:cubicBezTo>
                                    <a:cubicBezTo>
                                      <a:pt x="30338" y="115624"/>
                                      <a:pt x="28053" y="120467"/>
                                      <a:pt x="26769" y="125605"/>
                                    </a:cubicBezTo>
                                    <a:cubicBezTo>
                                      <a:pt x="24698" y="133890"/>
                                      <a:pt x="23816" y="142441"/>
                                      <a:pt x="21745" y="150726"/>
                                    </a:cubicBezTo>
                                    <a:cubicBezTo>
                                      <a:pt x="20461" y="155864"/>
                                      <a:pt x="17051" y="160513"/>
                                      <a:pt x="16721" y="165798"/>
                                    </a:cubicBezTo>
                                    <a:cubicBezTo>
                                      <a:pt x="15363" y="187527"/>
                                      <a:pt x="29281" y="209341"/>
                                      <a:pt x="26769" y="2160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3" o:spid="_x0000_s1026" style="position:absolute;margin-left:205.35pt;margin-top:96.9pt;width:3.7pt;height:1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866,218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" path="m26769,216040c24257,222739,4997,214366,1648,205992,-3367,193455,4452,179117,6672,165798v1135,-6811,3790,-13302,5025,-20096c13816,134051,14058,122071,16721,110532,19103,100211,26769,80387,26769,80387,29819,55988,31064,38085,36817,15073,38102,9935,40167,5024,41842,v1675,5024,5024,9777,5024,15073c46866,35239,44507,55374,41842,75363v-700,5250,-3570,9981,-5025,15073c34920,97075,33690,103893,31793,110532v-1455,5092,-3740,9935,-5024,15073c24698,133890,23816,142441,21745,150726v-1284,5138,-4694,9787,-5024,15072c15363,187527,29281,209341,26769,216040xe" fillcolor="#7f7f7f [1612]" strokecolor="#7f7f7f [1612]" strokeweight="1pt">
                      <v:stroke joinstyle="miter"/>
                      <v:path arrowok="t" o:connecttype="custom" o:connectlocs="26769,216040;1648,205992;6672,165798;11697,145702;16721,110532;26769,80387;36817,15073;41842,0;46866,15073;41842,75363;36817,90436;31793,110532;26769,125605;21745,150726;16721,165798;26769,216040" o:connectangles="0,0,0,0,0,0,0,0,0,0,0,0,0,0,0,0"/>
                    </v:shape>
                  </w:pict>
                </mc:Fallback>
              </mc:AlternateContent>
            </w:r>
            <w:r w:rsidR="00CE68E9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>
                      <wp:simplePos x="0" y="0"/>
                      <wp:positionH relativeFrom="page">
                        <wp:posOffset>4507865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2540" t="3175" r="4445" b="0"/>
                      <wp:wrapNone/>
                      <wp:docPr id="3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Pr="00F26EC5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Vertebral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artery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Antegrade </w:t>
                                  </w:r>
                                  <w:proofErr w:type="spellStart"/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flow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354.95pt;margin-top:37.75pt;width:159.2pt;height:120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" filled="f" stroked="f" strokeweight=".5pt">
                      <v:textbox style="mso-fit-shape-to-text:t" inset="0,0,0,0">
                        <w:txbxContent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Pr="00F26EC5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E68E9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0" t="3175" r="0" b="0"/>
                      <wp:wrapNone/>
                      <wp:docPr id="3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Pr="00F26EC5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Vertebral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artery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Antegrade </w:t>
                                  </w:r>
                                  <w:proofErr w:type="spellStart"/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flow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margin-left:.55pt;margin-top:37.75pt;width:159.2pt;height:120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" filled="f" stroked="f" strokeweight=".5pt">
                      <v:textbox style="mso-fit-shape-to-text:t" inset="0,0,0,0">
                        <w:txbxContent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Pr="00F26EC5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4677DC">
        <w:trPr>
          <w:trHeight w:hRule="exact" w:val="425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FB6C7C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FB6C7C">
              <w:rPr>
                <w:sz w:val="21"/>
                <w:szCs w:val="21"/>
              </w:rPr>
              <w:t>Report:</w:t>
            </w: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RIGHT:</w:t>
            </w: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  <w:r w:rsidR="009B277E">
              <w:rPr>
                <w:rFonts w:ascii="Arial" w:hAnsi="Arial"/>
                <w:kern w:val="12"/>
                <w:sz w:val="20"/>
                <w:szCs w:val="20"/>
              </w:rPr>
              <w:t>Minimal amount of homogeneous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 xml:space="preserve"> atheroma noted in the proximal ICA and bulb. </w:t>
            </w:r>
          </w:p>
          <w:p w:rsidR="005E448D" w:rsidRPr="00A01925" w:rsidRDefault="005E448D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</w:t>
            </w:r>
            <w:r>
              <w:rPr>
                <w:rFonts w:ascii="Arial" w:hAnsi="Arial"/>
                <w:kern w:val="12"/>
                <w:sz w:val="20"/>
                <w:szCs w:val="20"/>
              </w:rPr>
              <w:t>a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k Systolic Velocity (PSV) = 0.48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End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 xml:space="preserve"> Diastolic Velocity (EDV) = 0.13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CE68E9" w:rsidRDefault="00CE68E9" w:rsidP="00CE68E9">
            <w:pPr>
              <w:pStyle w:val="CUSTOMColumnText"/>
              <w:rPr>
                <w:sz w:val="20"/>
                <w:szCs w:val="20"/>
              </w:rPr>
            </w:pP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LEFT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  <w:r w:rsidR="009B277E">
              <w:rPr>
                <w:rFonts w:ascii="Arial" w:hAnsi="Arial"/>
                <w:kern w:val="12"/>
                <w:sz w:val="20"/>
                <w:szCs w:val="20"/>
              </w:rPr>
              <w:t>Minimal amount of homo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geneous atheroma noted in the proximal ICA and bulb.</w:t>
            </w:r>
          </w:p>
          <w:p w:rsidR="005E448D" w:rsidRPr="00A01925" w:rsidRDefault="005E448D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Pea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k Systolic Velocity (PSV) = 0.52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</w:t>
            </w:r>
            <w:r>
              <w:rPr>
                <w:rFonts w:ascii="Arial" w:hAnsi="Arial"/>
                <w:kern w:val="12"/>
                <w:sz w:val="20"/>
                <w:szCs w:val="20"/>
              </w:rPr>
              <w:t>d Diastolic Vel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ocity (EDV) = 0.15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9E0202" w:rsidRPr="00DC01AB" w:rsidRDefault="009E0202" w:rsidP="00DC01AB">
            <w:pPr>
              <w:pStyle w:val="CUSTOMColumnText"/>
            </w:pPr>
          </w:p>
        </w:tc>
      </w:tr>
      <w:tr w:rsidR="009D4370" w:rsidTr="00DC01AB">
        <w:trPr>
          <w:trHeight w:hRule="exact" w:val="12134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CE68E9" w:rsidP="009D4370">
            <w:pPr>
              <w:pStyle w:val="CUSTOMColumnText"/>
            </w:pPr>
            <w:r>
              <w:rPr>
                <w:sz w:val="21"/>
                <w:szCs w:val="21"/>
              </w:rPr>
              <w:lastRenderedPageBreak/>
              <w:t xml:space="preserve"> </w:t>
            </w:r>
          </w:p>
        </w:tc>
      </w:tr>
    </w:tbl>
    <w:p w:rsidR="00F97841" w:rsidRDefault="00F97841" w:rsidP="008C4F7F">
      <w:pPr>
        <w:pStyle w:val="CUSTOMNormal"/>
      </w:pPr>
    </w:p>
    <w:sectPr w:rsidR="00F97841" w:rsidSect="00FB6C7C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E9" w:rsidRDefault="00CE68E9" w:rsidP="005748E3">
      <w:pPr>
        <w:spacing w:after="0" w:line="240" w:lineRule="auto"/>
      </w:pPr>
      <w:r>
        <w:separator/>
      </w:r>
    </w:p>
  </w:endnote>
  <w:end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-3642360</wp:posOffset>
              </wp:positionV>
              <wp:extent cx="348615" cy="153035"/>
              <wp:effectExtent l="10795" t="5715" r="12065" b="12700"/>
              <wp:wrapNone/>
              <wp:docPr id="20" name="Freeform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48615" cy="153035"/>
                      </a:xfrm>
                      <a:custGeom>
                        <a:avLst/>
                        <a:gdLst>
                          <a:gd name="T0" fmla="*/ 0 w 549"/>
                          <a:gd name="T1" fmla="*/ 241 h 241"/>
                          <a:gd name="T2" fmla="*/ 0 w 549"/>
                          <a:gd name="T3" fmla="*/ 31 h 241"/>
                          <a:gd name="T4" fmla="*/ 250 w 549"/>
                          <a:gd name="T5" fmla="*/ 106 h 241"/>
                          <a:gd name="T6" fmla="*/ 549 w 549"/>
                          <a:gd name="T7" fmla="*/ 14 h 241"/>
                          <a:gd name="T8" fmla="*/ 549 w 549"/>
                          <a:gd name="T9" fmla="*/ 241 h 241"/>
                          <a:gd name="T10" fmla="*/ 0 w 549"/>
                          <a:gd name="T11" fmla="*/ 241 h 2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</a:cxnLst>
                        <a:rect l="0" t="0" r="r" b="b"/>
                        <a:pathLst>
                          <a:path w="549" h="241">
                            <a:moveTo>
                              <a:pt x="0" y="241"/>
                            </a:moveTo>
                            <a:lnTo>
                              <a:pt x="0" y="31"/>
                            </a:lnTo>
                            <a:cubicBezTo>
                              <a:pt x="42" y="8"/>
                              <a:pt x="159" y="109"/>
                              <a:pt x="250" y="106"/>
                            </a:cubicBezTo>
                            <a:cubicBezTo>
                              <a:pt x="341" y="103"/>
                              <a:pt x="487" y="0"/>
                              <a:pt x="549" y="14"/>
                            </a:cubicBezTo>
                            <a:lnTo>
                              <a:pt x="549" y="241"/>
                            </a:lnTo>
                            <a:lnTo>
                              <a:pt x="0" y="241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2" o:spid="_x0000_s1026" style="position:absolute;margin-left:43.6pt;margin-top:-286.8pt;width:27.45pt;height:12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9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" path="m,241l,31c42,8,159,109,250,106,341,103,487,,549,14r,227l,241xe" fillcolor="black">
              <v:path arrowok="t" o:connecttype="custom" o:connectlocs="0,153035;0,19685;158750,67310;348615,8890;348615,153035;0,153035" o:connectangles="0,0,0,0,0,0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-3759200</wp:posOffset>
              </wp:positionV>
              <wp:extent cx="635" cy="323850"/>
              <wp:effectExtent l="10795" t="12065" r="8255" b="6350"/>
              <wp:wrapNone/>
              <wp:docPr id="19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7" o:spid="_x0000_s1026" type="#_x0000_t32" style="position:absolute;margin-left:291.8pt;margin-top:-296pt;width:.05pt;height:25.5pt;rotation:-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-3808730</wp:posOffset>
              </wp:positionV>
              <wp:extent cx="635" cy="323850"/>
              <wp:effectExtent l="10795" t="10160" r="8255" b="8255"/>
              <wp:wrapNone/>
              <wp:docPr id="18" name="AutoSha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7" o:spid="_x0000_s1026" type="#_x0000_t32" style="position:absolute;margin-left:291.8pt;margin-top:-299.9pt;width:.05pt;height:25.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4850130</wp:posOffset>
              </wp:positionH>
              <wp:positionV relativeFrom="paragraph">
                <wp:posOffset>-3656965</wp:posOffset>
              </wp:positionV>
              <wp:extent cx="250825" cy="116840"/>
              <wp:effectExtent l="11430" t="10160" r="13970" b="6350"/>
              <wp:wrapNone/>
              <wp:docPr id="1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50825" cy="116840"/>
                      </a:xfrm>
                      <a:prstGeom prst="curvedConnector3">
                        <a:avLst>
                          <a:gd name="adj1" fmla="val 49875"/>
                        </a:avLst>
                      </a:prstGeom>
                      <a:noFill/>
                      <a:ln w="12700">
                        <a:solidFill>
                          <a:srgbClr val="5F5F5F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4" o:spid="_x0000_s1026" type="#_x0000_t38" style="position:absolute;margin-left:381.9pt;margin-top:-287.95pt;width:19.75pt;height:9.2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" adj="10773" strokecolor="#5f5f5f" strokeweight="1pt">
              <v:stroke dashstyle="1 1"/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-3723640</wp:posOffset>
              </wp:positionV>
              <wp:extent cx="5325745" cy="274955"/>
              <wp:effectExtent l="10795" t="10160" r="0" b="635"/>
              <wp:wrapNone/>
              <wp:docPr id="1" name="Group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5745" cy="274955"/>
                        <a:chOff x="1093" y="10240"/>
                        <a:chExt cx="8387" cy="433"/>
                      </a:xfrm>
                    </wpg:grpSpPr>
                    <wpg:grpSp>
                      <wpg:cNvPr id="5" name="Group 74"/>
                      <wpg:cNvGrpSpPr>
                        <a:grpSpLocks/>
                      </wpg:cNvGrpSpPr>
                      <wpg:grpSpPr bwMode="auto">
                        <a:xfrm>
                          <a:off x="1093" y="10240"/>
                          <a:ext cx="4480" cy="433"/>
                          <a:chOff x="1093" y="10240"/>
                          <a:chExt cx="4480" cy="433"/>
                        </a:xfrm>
                      </wpg:grpSpPr>
                      <wpg:grpSp>
                        <wpg:cNvPr id="6" name="Group 60"/>
                        <wpg:cNvGrpSpPr>
                          <a:grpSpLocks/>
                        </wpg:cNvGrpSpPr>
                        <wpg:grpSpPr bwMode="auto">
                          <a:xfrm>
                            <a:off x="1093" y="10240"/>
                            <a:ext cx="1671" cy="433"/>
                            <a:chOff x="1088" y="10239"/>
                            <a:chExt cx="1671" cy="433"/>
                          </a:xfrm>
                        </wpg:grpSpPr>
                        <wps:wsp>
                          <wps:cNvPr id="7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" y="10239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1" y="10303"/>
                              <a:ext cx="9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7DC" w:rsidRDefault="004677D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t xml:space="preserve">material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= Plaque volume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64"/>
                        <wpg:cNvGrpSpPr>
                          <a:grpSpLocks/>
                        </wpg:cNvGrpSpPr>
                        <wpg:grpSpPr bwMode="auto">
                          <a:xfrm>
                            <a:off x="3002" y="10240"/>
                            <a:ext cx="2571" cy="433"/>
                            <a:chOff x="3002" y="10240"/>
                            <a:chExt cx="2571" cy="433"/>
                          </a:xfrm>
                        </wpg:grpSpPr>
                        <wps:wsp>
                          <wps:cNvPr id="10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2" y="10240"/>
                              <a:ext cx="549" cy="369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5" y="10304"/>
                              <a:ext cx="18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Medium grey fill throughout</w:t>
                                </w:r>
                              </w:p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Not imaged/Acoustic shadowing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2" name="Group 75"/>
                      <wpg:cNvGrpSpPr>
                        <a:grpSpLocks/>
                      </wpg:cNvGrpSpPr>
                      <wpg:grpSpPr bwMode="auto">
                        <a:xfrm>
                          <a:off x="5785" y="10240"/>
                          <a:ext cx="3695" cy="433"/>
                          <a:chOff x="5785" y="10240"/>
                          <a:chExt cx="3695" cy="433"/>
                        </a:xfrm>
                      </wpg:grpSpPr>
                      <wpg:grpSp>
                        <wpg:cNvPr id="13" name="Group 70"/>
                        <wpg:cNvGrpSpPr>
                          <a:grpSpLocks/>
                        </wpg:cNvGrpSpPr>
                        <wpg:grpSpPr bwMode="auto">
                          <a:xfrm>
                            <a:off x="5785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4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Dashed green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Stent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71"/>
                        <wpg:cNvGrpSpPr>
                          <a:grpSpLocks/>
                        </wpg:cNvGrpSpPr>
                        <wpg:grpSpPr bwMode="auto">
                          <a:xfrm>
                            <a:off x="7780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35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Dotted grey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Outline of patch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6" o:spid="_x0000_s1030" style="position:absolute;margin-left:43.6pt;margin-top:-293.2pt;width:419.35pt;height:21.65pt;z-index:-251662336" coordorigin="1093,10240" coordsize="8387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">
              <v:group id="Group 74" o:spid="_x0000_s1031" style="position:absolute;left:1093;top:10240;width:4480;height:433" coordorigin="1093,10240" coordsize="448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60" o:spid="_x0000_s1032" style="position:absolute;left:1093;top:10240;width:1671;height:433" coordorigin="1088,10239" coordsize="16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29" o:spid="_x0000_s1033" style="position:absolute;left:1088;top:10239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iYMEA&#10;AADaAAAADwAAAGRycy9kb3ducmV2LnhtbESP0WoCMRRE3wv+Q7iCL0WzuqWW1SgiCH0qrPUDLpvb&#10;zWJys2yiG//eFAp9HGbmDLPdJ2fFnYbQeVawXBQgiBuvO24VXL5P8w8QISJrtJ5JwYMC7HeTly1W&#10;2o9c0/0cW5EhHCpUYGLsKylDY8hhWPieOHs/fnAYsxxaqQccM9xZuSqKd+mw47xgsKejoeZ6vjkF&#10;r8EmZ+q2XNXrdDncRluWX1ap2TQdNiAipfgf/mt/agVv8Hsl3wC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LomDBAAAA2gAAAA8AAAAAAAAAAAAAAAAAmAIAAGRycy9kb3du&#10;cmV2LnhtbFBLBQYAAAAABAAEAPUAAACGAwAAAAA=&#10;" filled="f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34" type="#_x0000_t202" style="position:absolute;left:1761;top:10303;width:9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4677DC" w:rsidRDefault="004677D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t xml:space="preserve">material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br/>
                            <w:t>= Plaque volume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64" o:spid="_x0000_s1035" style="position:absolute;left:3002;top:10240;width:2571;height:433" coordorigin="3002,10240" coordsize="25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62" o:spid="_x0000_s1036" style="position:absolute;left:3002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Wq2cEA&#10;AADaAAAADwAAAGRycy9kb3ducmV2LnhtbERPXWvCMBR9H/gfwhX2tqZuIFIbZQyFDRy6WvD12ty1&#10;Zc1Nl2Ra/fXmQdjj4Xzny8F04kTOt5YVTJIUBHFldcu1gnK/fpqB8AFZY2eZFFzIw3Ixesgx0/bM&#10;X3QqQi1iCPsMFTQh9JmUvmrIoE9sTxy5b+sMhghdLbXDcww3nXxO06k02HJsaLCnt4aqn+LPKHCr&#10;8rCattuX3eY3bK6zoT9+8odSj+PhdQ4i0BD+xXf3u1YQt8Yr8Qb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lqtnBAAAA2gAAAA8AAAAAAAAAAAAAAAAAmAIAAGRycy9kb3du&#10;cmV2LnhtbFBLBQYAAAAABAAEAPUAAACGAwAAAAA=&#10;" fillcolor="#b2b2b2" strokeweight=".5pt"/>
                  <v:shape id="Text Box 63" o:spid="_x0000_s1037" type="#_x0000_t202" style="position:absolute;left:3675;top:10304;width:18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Medium grey fill throughout</w:t>
                          </w:r>
                        </w:p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Not imaged/Acoustic shadowing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75" o:spid="_x0000_s1038" style="position:absolute;left:5785;top:10240;width:3695;height:433" coordorigin="5785,10240" coordsize="3695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70" o:spid="_x0000_s1039" style="position:absolute;left:5785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Rectangle 66" o:spid="_x0000_s1040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e0aMAA&#10;AADbAAAADwAAAGRycy9kb3ducmV2LnhtbERPS4vCMBC+L/gfwgje1lSRRapRRHbBg+D6ug/N2BST&#10;SW1i2/33m4UFb/PxPWe57p0VLTWh8qxgMs5AEBdeV1wquJy/3ucgQkTWaD2Tgh8KsF4N3paYa9/x&#10;kdpTLEUK4ZCjAhNjnUsZCkMOw9jXxIm7+cZhTLAppW6wS+HOymmWfUiHFacGgzVtDRX309MpKB/H&#10;/dXcZ5Pzods+nf08fDvbKjUa9psFiEh9fIn/3Tud5k/h75d0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he0aMAAAADbAAAADwAAAAAAAAAAAAAAAACYAgAAZHJzL2Rvd25y&#10;ZXYueG1sUEsFBgAAAAAEAAQA9QAAAIUDAAAAAA==&#10;" filled="f" fillcolor="#b2b2b2" strokeweight=".5pt"/>
                  <v:shape id="Text Box 67" o:spid="_x0000_s1041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JPcMA&#10;AADbAAAADwAAAGRycy9kb3ducmV2LnhtbERPS2vCQBC+F/oflin0VjdaKJ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LJPc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Dashed green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Stent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71" o:spid="_x0000_s1042" style="position:absolute;left:7780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rect id="Rectangle 72" o:spid="_x0000_s1043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4sHMEA&#10;AADbAAAADwAAAGRycy9kb3ducmV2LnhtbERPTWsCMRC9F/wPYQRvNWuxpaxGEbHgQbBqvQ+bcbOY&#10;TNZN3F3/vSkUepvH+5z5sndWtNSEyrOCyTgDQVx4XXGp4Of09foJIkRkjdYzKXhQgOVi8DLHXPuO&#10;D9QeYylSCIccFZgY61zKUBhyGMa+Jk7cxTcOY4JNKXWDXQp3Vr5l2Yd0WHFqMFjT2lBxPd6dgvJ2&#10;2J3NdTo57bv13dnN/tvZVqnRsF/NQETq47/4z73Vaf47/P6SDp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+LBzBAAAA2wAAAA8AAAAAAAAAAAAAAAAAmAIAAGRycy9kb3du&#10;cmV2LnhtbFBLBQYAAAAABAAEAPUAAACGAwAAAAA=&#10;" filled="f" fillcolor="#b2b2b2" strokeweight=".5pt"/>
                  <v:shape id="Text Box 73" o:spid="_x0000_s1044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VqpcMA&#10;AADbAAAADwAAAGRycy9kb3ducmV2LnhtbERPS0vDQBC+C/0PyxS82U17KJJ2W6QP8KDWVgW9jdkx&#10;Cc3Oht1pmv57VxB6m4/vOfNl7xrVUYi1ZwPjUQaKuPC25tLA+9v27h5UFGSLjWcycKEIy8XgZo65&#10;9WfeU3eQUqUQjjkaqETaXOtYVOQwjnxLnLgfHxxKgqHUNuA5hbtGT7Jsqh3WnBoqbGlVUXE8nJyB&#10;5jOGp+9Mvrp1+SyvO3362IxfjLkd9g8zUEK9XMX/7keb5k/h75d0gF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Vqpc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Dotted grey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Outline of patch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E9" w:rsidRDefault="00CE68E9" w:rsidP="005748E3">
      <w:pPr>
        <w:spacing w:after="0" w:line="240" w:lineRule="auto"/>
      </w:pPr>
      <w:r>
        <w:separator/>
      </w:r>
    </w:p>
  </w:footnote>
  <w:foot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CE68E9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BqPrSq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5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2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5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AI4ldx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5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2096" behindDoc="0" locked="1" layoutInCell="1" allowOverlap="1">
          <wp:simplePos x="0" y="0"/>
          <wp:positionH relativeFrom="page">
            <wp:posOffset>638810</wp:posOffset>
          </wp:positionH>
          <wp:positionV relativeFrom="page">
            <wp:posOffset>3342640</wp:posOffset>
          </wp:positionV>
          <wp:extent cx="6184900" cy="2896870"/>
          <wp:effectExtent l="0" t="0" r="6350" b="0"/>
          <wp:wrapNone/>
          <wp:docPr id="23" name="Picture 23" descr="8B CAROTID ARTERY AND STENT revis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8B CAROTID ARTERY AND STENT revised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4" b="23550"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289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DHw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Q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8gMfC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E9"/>
    <w:rsid w:val="00030ECC"/>
    <w:rsid w:val="00033B0B"/>
    <w:rsid w:val="00053552"/>
    <w:rsid w:val="0006170F"/>
    <w:rsid w:val="00075B57"/>
    <w:rsid w:val="00094718"/>
    <w:rsid w:val="00096BBB"/>
    <w:rsid w:val="000B1F8C"/>
    <w:rsid w:val="000C302A"/>
    <w:rsid w:val="000D03AD"/>
    <w:rsid w:val="0014708E"/>
    <w:rsid w:val="00156E8E"/>
    <w:rsid w:val="00170A95"/>
    <w:rsid w:val="00186F8F"/>
    <w:rsid w:val="001A7AF4"/>
    <w:rsid w:val="001C2A3A"/>
    <w:rsid w:val="001C3912"/>
    <w:rsid w:val="002026FB"/>
    <w:rsid w:val="00210977"/>
    <w:rsid w:val="00226007"/>
    <w:rsid w:val="00233A5B"/>
    <w:rsid w:val="00244F78"/>
    <w:rsid w:val="002739C8"/>
    <w:rsid w:val="0027694C"/>
    <w:rsid w:val="002867C0"/>
    <w:rsid w:val="002932DD"/>
    <w:rsid w:val="0029546E"/>
    <w:rsid w:val="002D613D"/>
    <w:rsid w:val="002D7122"/>
    <w:rsid w:val="002E04BC"/>
    <w:rsid w:val="002F5484"/>
    <w:rsid w:val="003133A2"/>
    <w:rsid w:val="00324212"/>
    <w:rsid w:val="00382C7D"/>
    <w:rsid w:val="003909B4"/>
    <w:rsid w:val="003A6622"/>
    <w:rsid w:val="00424B6F"/>
    <w:rsid w:val="004677DC"/>
    <w:rsid w:val="00477D62"/>
    <w:rsid w:val="00485A5D"/>
    <w:rsid w:val="004C122B"/>
    <w:rsid w:val="004E3E95"/>
    <w:rsid w:val="00525F48"/>
    <w:rsid w:val="00537C7A"/>
    <w:rsid w:val="00543410"/>
    <w:rsid w:val="00543DEF"/>
    <w:rsid w:val="005606F1"/>
    <w:rsid w:val="005630D9"/>
    <w:rsid w:val="005748E3"/>
    <w:rsid w:val="00587057"/>
    <w:rsid w:val="005947E5"/>
    <w:rsid w:val="00596D0F"/>
    <w:rsid w:val="00596EC0"/>
    <w:rsid w:val="005C197D"/>
    <w:rsid w:val="005D4909"/>
    <w:rsid w:val="005E448D"/>
    <w:rsid w:val="005E594C"/>
    <w:rsid w:val="00624106"/>
    <w:rsid w:val="00632733"/>
    <w:rsid w:val="00643378"/>
    <w:rsid w:val="00644C5F"/>
    <w:rsid w:val="0067732A"/>
    <w:rsid w:val="00696B5A"/>
    <w:rsid w:val="006F0FED"/>
    <w:rsid w:val="007102C1"/>
    <w:rsid w:val="00804042"/>
    <w:rsid w:val="00813362"/>
    <w:rsid w:val="008262F7"/>
    <w:rsid w:val="00880184"/>
    <w:rsid w:val="0088193C"/>
    <w:rsid w:val="00893153"/>
    <w:rsid w:val="008B3BF4"/>
    <w:rsid w:val="008C4F7F"/>
    <w:rsid w:val="00924EB0"/>
    <w:rsid w:val="009350DF"/>
    <w:rsid w:val="00942505"/>
    <w:rsid w:val="00943CA7"/>
    <w:rsid w:val="00945DD7"/>
    <w:rsid w:val="009540D3"/>
    <w:rsid w:val="00961297"/>
    <w:rsid w:val="009A0ECB"/>
    <w:rsid w:val="009A3EEC"/>
    <w:rsid w:val="009B277E"/>
    <w:rsid w:val="009C12E1"/>
    <w:rsid w:val="009D4370"/>
    <w:rsid w:val="009E0202"/>
    <w:rsid w:val="009F19EF"/>
    <w:rsid w:val="009F70D4"/>
    <w:rsid w:val="00A04256"/>
    <w:rsid w:val="00A43026"/>
    <w:rsid w:val="00A46516"/>
    <w:rsid w:val="00A62728"/>
    <w:rsid w:val="00A90F95"/>
    <w:rsid w:val="00AA2AD4"/>
    <w:rsid w:val="00AB3241"/>
    <w:rsid w:val="00AB7058"/>
    <w:rsid w:val="00B35F22"/>
    <w:rsid w:val="00B415C1"/>
    <w:rsid w:val="00B734E8"/>
    <w:rsid w:val="00B87660"/>
    <w:rsid w:val="00C157F3"/>
    <w:rsid w:val="00C64AE2"/>
    <w:rsid w:val="00CB3119"/>
    <w:rsid w:val="00CC6795"/>
    <w:rsid w:val="00CE6813"/>
    <w:rsid w:val="00CE68E9"/>
    <w:rsid w:val="00D065FF"/>
    <w:rsid w:val="00D35CC3"/>
    <w:rsid w:val="00D94904"/>
    <w:rsid w:val="00DC01AB"/>
    <w:rsid w:val="00DC5770"/>
    <w:rsid w:val="00DD0B20"/>
    <w:rsid w:val="00E32912"/>
    <w:rsid w:val="00E339E8"/>
    <w:rsid w:val="00E4100D"/>
    <w:rsid w:val="00E463E3"/>
    <w:rsid w:val="00ED45C7"/>
    <w:rsid w:val="00EE5554"/>
    <w:rsid w:val="00F028B5"/>
    <w:rsid w:val="00F02F77"/>
    <w:rsid w:val="00F071E8"/>
    <w:rsid w:val="00F16C76"/>
    <w:rsid w:val="00F26EC5"/>
    <w:rsid w:val="00F304AB"/>
    <w:rsid w:val="00F3457B"/>
    <w:rsid w:val="00F3756B"/>
    <w:rsid w:val="00F97841"/>
    <w:rsid w:val="00FB6C7C"/>
    <w:rsid w:val="00FB73E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\SHARED\VSL\VSL%20Docs\Templates\Templates%202019%20Final\Carotid%20and%20Vertebral%20Art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and Vertebral Artery</Template>
  <TotalTime>1</TotalTime>
  <Pages>2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 Sims</cp:lastModifiedBy>
  <cp:revision>3</cp:revision>
  <cp:lastPrinted>2019-01-18T11:11:00Z</cp:lastPrinted>
  <dcterms:created xsi:type="dcterms:W3CDTF">2019-07-30T14:18:00Z</dcterms:created>
  <dcterms:modified xsi:type="dcterms:W3CDTF">2019-10-15T13:40:00Z</dcterms:modified>
</cp:coreProperties>
</file>